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6052B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6052B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Γ22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6052BB" w:rsidRPr="006052BB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6052BB" w:rsidRPr="006052B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Ο2.Ε65 </w:t>
            </w:r>
            <w:bookmarkStart w:id="0" w:name="_GoBack"/>
            <w:bookmarkEnd w:id="0"/>
            <w:r w:rsidR="006052BB" w:rsidRPr="006052B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Λυχνία Τύπου 05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6052BB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2BB" w:rsidRPr="00DF25B3" w:rsidRDefault="006052BB" w:rsidP="006052B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ΛΥΧΝΙΑ ΓΙΑ PROJECTOR</w:t>
            </w:r>
          </w:p>
        </w:tc>
        <w:tc>
          <w:tcPr>
            <w:tcW w:w="1441" w:type="dxa"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052BB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2BB" w:rsidRPr="00DF25B3" w:rsidRDefault="006052BB" w:rsidP="006052B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Τύπος Λυχνίας : DT00751</w:t>
            </w:r>
          </w:p>
        </w:tc>
        <w:tc>
          <w:tcPr>
            <w:tcW w:w="1441" w:type="dxa"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052B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2BB" w:rsidRPr="00DF25B3" w:rsidRDefault="006052BB" w:rsidP="006052B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 HITACHI CP-X260 </w:t>
            </w:r>
          </w:p>
        </w:tc>
        <w:tc>
          <w:tcPr>
            <w:tcW w:w="1441" w:type="dxa"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052BB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52BB" w:rsidRPr="00DF25B3" w:rsidRDefault="006052BB" w:rsidP="006052B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Χωρίς βάση, Γνήσια</w:t>
            </w:r>
          </w:p>
        </w:tc>
        <w:tc>
          <w:tcPr>
            <w:tcW w:w="1441" w:type="dxa"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052BB" w:rsidRPr="00DF25B3" w:rsidRDefault="006052BB" w:rsidP="006052B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6052BB"/>
    <w:rsid w:val="00633A63"/>
    <w:rsid w:val="00671793"/>
    <w:rsid w:val="006E2345"/>
    <w:rsid w:val="00816625"/>
    <w:rsid w:val="00832873"/>
    <w:rsid w:val="00853A3E"/>
    <w:rsid w:val="008C2D10"/>
    <w:rsid w:val="009471DE"/>
    <w:rsid w:val="00A40B4A"/>
    <w:rsid w:val="00C60E4A"/>
    <w:rsid w:val="00D753A6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446AAA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36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2025-09-10T08:07:00Z</dcterms:created>
  <dcterms:modified xsi:type="dcterms:W3CDTF">2025-09-10T08:07:00Z</dcterms:modified>
</cp:coreProperties>
</file>